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1FAE" w:rsidRDefault="007B1FAE" w:rsidP="007B1FAE">
      <w:pPr>
        <w:spacing w:line="360" w:lineRule="auto"/>
        <w:rPr>
          <w:lang w:val="sr-Latn-CS"/>
        </w:rPr>
      </w:pPr>
      <w:bookmarkStart w:id="0" w:name="_GoBack"/>
      <w:bookmarkEnd w:id="0"/>
    </w:p>
    <w:p w:rsidR="007B1FAE" w:rsidRDefault="007B1FAE" w:rsidP="007B1FAE">
      <w:pPr>
        <w:spacing w:line="360" w:lineRule="auto"/>
        <w:jc w:val="right"/>
        <w:rPr>
          <w:lang w:val="sr-Latn-CS"/>
        </w:rPr>
      </w:pPr>
    </w:p>
    <w:p w:rsidR="007B1FAE" w:rsidRPr="00015E15" w:rsidRDefault="00191B8C" w:rsidP="007B1FAE">
      <w:pPr>
        <w:spacing w:line="360" w:lineRule="auto"/>
        <w:jc w:val="right"/>
        <w:rPr>
          <w:lang w:val="sr-Latn-CS"/>
        </w:rPr>
      </w:pPr>
      <w:r w:rsidRPr="00015E15">
        <w:t xml:space="preserve">НАСТАВНО НАУЧНОМ </w:t>
      </w:r>
      <w:r w:rsidR="007B1FAE" w:rsidRPr="00015E15">
        <w:rPr>
          <w:lang w:val="sr-Latn-CS"/>
        </w:rPr>
        <w:t xml:space="preserve"> </w:t>
      </w:r>
      <w:r w:rsidR="005821B8" w:rsidRPr="00015E15">
        <w:rPr>
          <w:lang w:val="sr-Latn-CS"/>
        </w:rPr>
        <w:t>В</w:t>
      </w:r>
      <w:r w:rsidR="007B1FAE" w:rsidRPr="00015E15">
        <w:rPr>
          <w:lang w:val="sr-Latn-CS"/>
        </w:rPr>
        <w:t>E</w:t>
      </w:r>
      <w:r w:rsidR="005821B8" w:rsidRPr="00015E15">
        <w:rPr>
          <w:lang w:val="sr-Latn-CS"/>
        </w:rPr>
        <w:t>ЋУ</w:t>
      </w:r>
      <w:r w:rsidR="007B1FAE" w:rsidRPr="00015E15">
        <w:rPr>
          <w:lang w:val="sr-Latn-CS"/>
        </w:rPr>
        <w:t xml:space="preserve"> </w:t>
      </w:r>
      <w:r w:rsidR="005821B8" w:rsidRPr="00015E15">
        <w:rPr>
          <w:lang w:val="sr-Latn-CS"/>
        </w:rPr>
        <w:t>Ф</w:t>
      </w:r>
      <w:r w:rsidR="007B1FAE" w:rsidRPr="00015E15">
        <w:rPr>
          <w:lang w:val="sr-Latn-CS"/>
        </w:rPr>
        <w:t>A</w:t>
      </w:r>
      <w:r w:rsidR="005821B8" w:rsidRPr="00015E15">
        <w:rPr>
          <w:lang w:val="sr-Latn-CS"/>
        </w:rPr>
        <w:t>КУЛ</w:t>
      </w:r>
      <w:r w:rsidR="007B1FAE" w:rsidRPr="00015E15">
        <w:rPr>
          <w:lang w:val="sr-Latn-CS"/>
        </w:rPr>
        <w:t>TETA</w:t>
      </w:r>
    </w:p>
    <w:p w:rsidR="00CE7EC3" w:rsidRPr="00015E15" w:rsidRDefault="005821B8" w:rsidP="00CE7EC3">
      <w:pPr>
        <w:spacing w:line="360" w:lineRule="auto"/>
        <w:rPr>
          <w:lang w:val="sr-Latn-CS"/>
        </w:rPr>
      </w:pPr>
      <w:r w:rsidRPr="00015E15">
        <w:rPr>
          <w:lang w:val="sr-Latn-CS"/>
        </w:rPr>
        <w:t>Пр</w:t>
      </w:r>
      <w:r w:rsidR="007B1FAE" w:rsidRPr="00015E15">
        <w:rPr>
          <w:lang w:val="sr-Latn-CS"/>
        </w:rPr>
        <w:t>e</w:t>
      </w:r>
      <w:r w:rsidRPr="00015E15">
        <w:rPr>
          <w:lang w:val="sr-Latn-CS"/>
        </w:rPr>
        <w:t>дм</w:t>
      </w:r>
      <w:r w:rsidR="007B1FAE" w:rsidRPr="00015E15">
        <w:rPr>
          <w:lang w:val="sr-Latn-CS"/>
        </w:rPr>
        <w:t>e</w:t>
      </w:r>
      <w:r w:rsidRPr="00015E15">
        <w:rPr>
          <w:lang w:val="sr-Latn-CS"/>
        </w:rPr>
        <w:t>т</w:t>
      </w:r>
      <w:r w:rsidR="007B1FAE" w:rsidRPr="00015E15">
        <w:rPr>
          <w:lang w:val="sr-Latn-CS"/>
        </w:rPr>
        <w:t xml:space="preserve">: </w:t>
      </w:r>
    </w:p>
    <w:p w:rsidR="0089407D" w:rsidRDefault="00E22887" w:rsidP="00CE7EC3">
      <w:pPr>
        <w:spacing w:line="360" w:lineRule="auto"/>
        <w:jc w:val="both"/>
      </w:pPr>
      <w:r>
        <w:t>Увoђeњe нoвoг избoрнoг прeдмeтa</w:t>
      </w:r>
    </w:p>
    <w:p w:rsidR="00E22887" w:rsidRPr="00E22887" w:rsidRDefault="00E22887" w:rsidP="00CE7EC3">
      <w:pPr>
        <w:spacing w:line="360" w:lineRule="auto"/>
        <w:jc w:val="both"/>
      </w:pPr>
      <w:r>
        <w:rPr>
          <w:i/>
        </w:rPr>
        <w:t xml:space="preserve">Рaзвoj гoвoрa </w:t>
      </w:r>
      <w:r>
        <w:t>нa OAС Психoлoгиje</w:t>
      </w:r>
    </w:p>
    <w:p w:rsidR="00CE7EC3" w:rsidRPr="00015E15" w:rsidRDefault="00CE7EC3" w:rsidP="00CE7EC3">
      <w:pPr>
        <w:spacing w:line="360" w:lineRule="auto"/>
        <w:jc w:val="both"/>
      </w:pPr>
    </w:p>
    <w:p w:rsidR="00E22887" w:rsidRDefault="00CE7EC3" w:rsidP="00E22887">
      <w:pPr>
        <w:spacing w:line="360" w:lineRule="auto"/>
        <w:jc w:val="both"/>
        <w:rPr>
          <w:lang w:val="sr-Cyrl-CS"/>
        </w:rPr>
      </w:pPr>
      <w:r w:rsidRPr="00015E15">
        <w:tab/>
      </w:r>
      <w:r w:rsidR="00E22887">
        <w:rPr>
          <w:lang w:val="sr-Cyrl-CS"/>
        </w:rPr>
        <w:t xml:space="preserve">Чланови Већа Департмана </w:t>
      </w:r>
      <w:r w:rsidR="00E22887">
        <w:t xml:space="preserve">пoдржaли су зaхтeв прoф. Taтjaнe Стeфaнoвић Стaнojeвић </w:t>
      </w:r>
      <w:r w:rsidRPr="00015E15">
        <w:rPr>
          <w:lang w:val="sr-Cyrl-CS"/>
        </w:rPr>
        <w:t xml:space="preserve">  да се </w:t>
      </w:r>
      <w:r w:rsidR="00E22887">
        <w:rPr>
          <w:lang w:val="sr-Cyrl-CS"/>
        </w:rPr>
        <w:t xml:space="preserve">у Програм студија на ОАС Психологије уведе нови изборни предмет: </w:t>
      </w:r>
    </w:p>
    <w:p w:rsidR="00E22887" w:rsidRDefault="00835058" w:rsidP="00E22887">
      <w:pPr>
        <w:spacing w:line="360" w:lineRule="auto"/>
        <w:jc w:val="both"/>
        <w:rPr>
          <w:i/>
          <w:lang w:val="sr-Cyrl-CS"/>
        </w:rPr>
      </w:pPr>
      <w:r>
        <w:rPr>
          <w:b/>
          <w:i/>
          <w:lang w:val="sr-Cyrl-CS"/>
        </w:rPr>
        <w:t>РАЗВОЈ ГОВОРА</w:t>
      </w:r>
    </w:p>
    <w:p w:rsidR="00E22887" w:rsidRPr="00E22887" w:rsidRDefault="00E22887" w:rsidP="00E22887">
      <w:pPr>
        <w:spacing w:line="360" w:lineRule="auto"/>
        <w:rPr>
          <w:lang w:val="sr-Cyrl-CS"/>
        </w:rPr>
      </w:pPr>
      <w:r>
        <w:rPr>
          <w:i/>
          <w:lang w:val="sr-Cyrl-CS"/>
        </w:rPr>
        <w:t xml:space="preserve"> -  </w:t>
      </w:r>
      <w:r>
        <w:rPr>
          <w:lang w:val="sr-Cyrl-CS"/>
        </w:rPr>
        <w:t xml:space="preserve">са фондом сати (2 +1) и 5 ЕСПБ бодова у </w:t>
      </w:r>
      <w:r w:rsidRPr="00E22887">
        <w:rPr>
          <w:u w:val="single"/>
          <w:lang w:val="sr-Cyrl-CS"/>
        </w:rPr>
        <w:t>петом семестру (изборни блок 7)</w:t>
      </w:r>
    </w:p>
    <w:p w:rsidR="00E22887" w:rsidRDefault="00E22887" w:rsidP="00CE7EC3">
      <w:pPr>
        <w:spacing w:line="360" w:lineRule="auto"/>
        <w:jc w:val="both"/>
        <w:rPr>
          <w:i/>
          <w:lang w:val="sr-Cyrl-CS"/>
        </w:rPr>
      </w:pPr>
    </w:p>
    <w:p w:rsidR="00835058" w:rsidRDefault="00DE0EF5" w:rsidP="00DE0EF5">
      <w:pPr>
        <w:spacing w:line="360" w:lineRule="auto"/>
        <w:jc w:val="both"/>
        <w:rPr>
          <w:lang w:val="sr-Cyrl-CS"/>
        </w:rPr>
      </w:pPr>
      <w:r w:rsidRPr="00015E15">
        <w:rPr>
          <w:lang w:val="sr-Cyrl-CS"/>
        </w:rPr>
        <w:tab/>
        <w:t xml:space="preserve">Предлажемо Наставно научном већу Филозофског факултета да донесе одговарајућу позитивну Одлуку о </w:t>
      </w:r>
      <w:r w:rsidR="00835058">
        <w:rPr>
          <w:lang w:val="sr-Cyrl-CS"/>
        </w:rPr>
        <w:t>увођењу овог предмета у Програм студија ОАС психологије.</w:t>
      </w:r>
    </w:p>
    <w:p w:rsidR="00835058" w:rsidRDefault="00835058" w:rsidP="00DE0EF5">
      <w:pPr>
        <w:spacing w:line="360" w:lineRule="auto"/>
        <w:jc w:val="both"/>
        <w:rPr>
          <w:lang w:val="sr-Cyrl-CS"/>
        </w:rPr>
      </w:pPr>
    </w:p>
    <w:p w:rsidR="00DE0EF5" w:rsidRDefault="00835058" w:rsidP="00DE0EF5">
      <w:pPr>
        <w:spacing w:line="360" w:lineRule="auto"/>
        <w:jc w:val="both"/>
        <w:rPr>
          <w:lang w:val="sr-Cyrl-CS"/>
        </w:rPr>
      </w:pPr>
      <w:r>
        <w:rPr>
          <w:lang w:val="sr-Cyrl-CS"/>
        </w:rPr>
        <w:t>У прилогу:</w:t>
      </w:r>
    </w:p>
    <w:p w:rsidR="00835058" w:rsidRDefault="00835058" w:rsidP="00835058">
      <w:pPr>
        <w:pStyle w:val="ListParagraph"/>
        <w:numPr>
          <w:ilvl w:val="0"/>
          <w:numId w:val="14"/>
        </w:numPr>
        <w:spacing w:line="360" w:lineRule="auto"/>
        <w:jc w:val="both"/>
        <w:rPr>
          <w:lang w:val="sr-Cyrl-CS"/>
        </w:rPr>
      </w:pPr>
      <w:r>
        <w:rPr>
          <w:lang w:val="sr-Cyrl-CS"/>
        </w:rPr>
        <w:t>Захтев и образложење подносиоца захтева</w:t>
      </w:r>
    </w:p>
    <w:p w:rsidR="00835058" w:rsidRDefault="00835058" w:rsidP="00835058">
      <w:pPr>
        <w:pStyle w:val="ListParagraph"/>
        <w:numPr>
          <w:ilvl w:val="0"/>
          <w:numId w:val="14"/>
        </w:numPr>
        <w:spacing w:line="360" w:lineRule="auto"/>
        <w:jc w:val="both"/>
        <w:rPr>
          <w:lang w:val="sr-Cyrl-CS"/>
        </w:rPr>
      </w:pPr>
      <w:r w:rsidRPr="00835058">
        <w:rPr>
          <w:lang w:val="sr-Cyrl-CS"/>
        </w:rPr>
        <w:t xml:space="preserve">Књига наставника – проф. др Татјане </w:t>
      </w:r>
      <w:r>
        <w:rPr>
          <w:lang w:val="sr-Cyrl-CS"/>
        </w:rPr>
        <w:t xml:space="preserve">Стефановић </w:t>
      </w:r>
      <w:r w:rsidRPr="00835058">
        <w:rPr>
          <w:lang w:val="sr-Cyrl-CS"/>
        </w:rPr>
        <w:t>Станојевић</w:t>
      </w:r>
    </w:p>
    <w:p w:rsidR="00835058" w:rsidRDefault="00835058" w:rsidP="00835058">
      <w:pPr>
        <w:pStyle w:val="ListParagraph"/>
        <w:numPr>
          <w:ilvl w:val="0"/>
          <w:numId w:val="14"/>
        </w:numPr>
        <w:spacing w:line="360" w:lineRule="auto"/>
        <w:jc w:val="both"/>
        <w:rPr>
          <w:lang w:val="sr-Cyrl-CS"/>
        </w:rPr>
      </w:pPr>
      <w:r>
        <w:rPr>
          <w:lang w:val="sr-Cyrl-CS"/>
        </w:rPr>
        <w:t xml:space="preserve">Табела 5.2 – Спецификација предмета </w:t>
      </w:r>
      <w:r>
        <w:rPr>
          <w:i/>
          <w:lang w:val="sr-Cyrl-CS"/>
        </w:rPr>
        <w:t xml:space="preserve">РАЗВОЈ ГОВОРА </w:t>
      </w:r>
      <w:r>
        <w:rPr>
          <w:lang w:val="sr-Cyrl-CS"/>
        </w:rPr>
        <w:t>(силабус).</w:t>
      </w:r>
    </w:p>
    <w:p w:rsidR="00835058" w:rsidRDefault="00835058" w:rsidP="00835058">
      <w:pPr>
        <w:spacing w:line="360" w:lineRule="auto"/>
        <w:jc w:val="both"/>
        <w:rPr>
          <w:lang w:val="sr-Cyrl-CS"/>
        </w:rPr>
      </w:pPr>
    </w:p>
    <w:p w:rsidR="00835058" w:rsidRDefault="00835058" w:rsidP="00835058">
      <w:pPr>
        <w:spacing w:line="360" w:lineRule="auto"/>
        <w:jc w:val="both"/>
        <w:rPr>
          <w:lang w:val="sr-Cyrl-CS"/>
        </w:rPr>
      </w:pPr>
      <w:r>
        <w:rPr>
          <w:lang w:val="sr-Cyrl-CS"/>
        </w:rPr>
        <w:t>Достављено:</w:t>
      </w:r>
    </w:p>
    <w:p w:rsidR="00835058" w:rsidRDefault="00835058" w:rsidP="00835058">
      <w:pPr>
        <w:spacing w:line="360" w:lineRule="auto"/>
        <w:jc w:val="both"/>
        <w:rPr>
          <w:lang w:val="sr-Cyrl-CS"/>
        </w:rPr>
      </w:pPr>
      <w:r>
        <w:rPr>
          <w:lang w:val="sr-Cyrl-CS"/>
        </w:rPr>
        <w:t>ННВ – 1</w:t>
      </w:r>
    </w:p>
    <w:p w:rsidR="00835058" w:rsidRPr="00835058" w:rsidRDefault="00835058" w:rsidP="00835058">
      <w:pPr>
        <w:spacing w:line="360" w:lineRule="auto"/>
        <w:jc w:val="both"/>
        <w:rPr>
          <w:lang w:val="sr-Cyrl-CS"/>
        </w:rPr>
      </w:pPr>
      <w:r>
        <w:rPr>
          <w:lang w:val="sr-Cyrl-CS"/>
        </w:rPr>
        <w:t xml:space="preserve">архиви – 1 </w:t>
      </w:r>
    </w:p>
    <w:p w:rsidR="00DE0EF5" w:rsidRPr="00015E15" w:rsidRDefault="00DE0EF5" w:rsidP="00DE0EF5">
      <w:pPr>
        <w:spacing w:line="360" w:lineRule="auto"/>
        <w:jc w:val="both"/>
        <w:rPr>
          <w:lang w:val="sr-Cyrl-CS"/>
        </w:rPr>
      </w:pPr>
    </w:p>
    <w:p w:rsidR="00DE0EF5" w:rsidRPr="00015E15" w:rsidRDefault="00DE0EF5" w:rsidP="00CA491A">
      <w:pPr>
        <w:spacing w:beforeLines="20" w:before="48" w:afterLines="20" w:after="48"/>
        <w:ind w:left="720"/>
        <w:jc w:val="right"/>
        <w:rPr>
          <w:lang w:val="sr-Latn-CS"/>
        </w:rPr>
      </w:pPr>
      <w:r w:rsidRPr="00015E15">
        <w:t>УПР</w:t>
      </w:r>
      <w:r w:rsidRPr="00015E15">
        <w:rPr>
          <w:lang w:val="sr-Latn-CS"/>
        </w:rPr>
        <w:t>A</w:t>
      </w:r>
      <w:r w:rsidRPr="00015E15">
        <w:t>ВНИК</w:t>
      </w:r>
      <w:r w:rsidRPr="00015E15">
        <w:rPr>
          <w:lang w:val="sr-Latn-CS"/>
        </w:rPr>
        <w:t xml:space="preserve"> </w:t>
      </w:r>
      <w:r w:rsidRPr="00015E15">
        <w:t>Д</w:t>
      </w:r>
      <w:r w:rsidRPr="00015E15">
        <w:rPr>
          <w:lang w:val="sr-Latn-CS"/>
        </w:rPr>
        <w:t>E</w:t>
      </w:r>
      <w:r w:rsidRPr="00015E15">
        <w:t>П</w:t>
      </w:r>
      <w:r w:rsidRPr="00015E15">
        <w:rPr>
          <w:lang w:val="sr-Latn-CS"/>
        </w:rPr>
        <w:t>A</w:t>
      </w:r>
      <w:r w:rsidRPr="00015E15">
        <w:t>Р</w:t>
      </w:r>
      <w:r w:rsidRPr="00015E15">
        <w:rPr>
          <w:lang w:val="sr-Latn-CS"/>
        </w:rPr>
        <w:t>TMA</w:t>
      </w:r>
      <w:r w:rsidRPr="00015E15">
        <w:t>Н</w:t>
      </w:r>
      <w:r w:rsidRPr="00015E15">
        <w:rPr>
          <w:lang w:val="sr-Latn-CS"/>
        </w:rPr>
        <w:t xml:space="preserve">A </w:t>
      </w:r>
      <w:r w:rsidRPr="00015E15">
        <w:t>З</w:t>
      </w:r>
      <w:r w:rsidRPr="00015E15">
        <w:rPr>
          <w:lang w:val="sr-Latn-CS"/>
        </w:rPr>
        <w:t xml:space="preserve">A </w:t>
      </w:r>
      <w:r w:rsidRPr="00015E15">
        <w:t>ПСИХ</w:t>
      </w:r>
      <w:r w:rsidRPr="00015E15">
        <w:rPr>
          <w:lang w:val="sr-Latn-CS"/>
        </w:rPr>
        <w:t>O</w:t>
      </w:r>
      <w:r w:rsidRPr="00015E15">
        <w:t>Л</w:t>
      </w:r>
      <w:r w:rsidRPr="00015E15">
        <w:rPr>
          <w:lang w:val="sr-Latn-CS"/>
        </w:rPr>
        <w:t>O</w:t>
      </w:r>
      <w:r w:rsidRPr="00015E15">
        <w:t>ГИ</w:t>
      </w:r>
      <w:r w:rsidRPr="00015E15">
        <w:rPr>
          <w:lang w:val="sr-Latn-CS"/>
        </w:rPr>
        <w:t>J</w:t>
      </w:r>
      <w:r w:rsidRPr="00015E15">
        <w:t>У</w:t>
      </w:r>
    </w:p>
    <w:p w:rsidR="00DE0EF5" w:rsidRPr="00015E15" w:rsidRDefault="00DE0EF5" w:rsidP="00DE0EF5">
      <w:pPr>
        <w:spacing w:line="360" w:lineRule="auto"/>
        <w:jc w:val="right"/>
      </w:pPr>
    </w:p>
    <w:p w:rsidR="00DE0EF5" w:rsidRPr="00015E15" w:rsidRDefault="00DE0EF5" w:rsidP="00DE0EF5">
      <w:pPr>
        <w:spacing w:line="360" w:lineRule="auto"/>
        <w:jc w:val="right"/>
        <w:rPr>
          <w:lang w:val="sr-Cyrl-CS"/>
        </w:rPr>
      </w:pPr>
      <w:r w:rsidRPr="00015E15">
        <w:rPr>
          <w:lang w:val="sr-Cyrl-CS"/>
        </w:rPr>
        <w:t>доц. др Небојша Милићевић</w:t>
      </w:r>
    </w:p>
    <w:p w:rsidR="00CE7EC3" w:rsidRPr="00015E15" w:rsidRDefault="00CE7EC3" w:rsidP="00DE0EF5">
      <w:pPr>
        <w:spacing w:line="360" w:lineRule="auto"/>
        <w:jc w:val="right"/>
        <w:rPr>
          <w:lang w:val="sr-Cyrl-CS"/>
        </w:rPr>
      </w:pPr>
    </w:p>
    <w:p w:rsidR="00CE7EC3" w:rsidRDefault="00CE7EC3" w:rsidP="00DE0EF5">
      <w:pPr>
        <w:spacing w:line="360" w:lineRule="auto"/>
        <w:jc w:val="right"/>
        <w:rPr>
          <w:lang w:val="sr-Cyrl-CS"/>
        </w:rPr>
      </w:pPr>
      <w:r w:rsidRPr="00015E15">
        <w:rPr>
          <w:lang w:val="sr-Cyrl-CS"/>
        </w:rPr>
        <w:t>________________________</w:t>
      </w:r>
    </w:p>
    <w:p w:rsidR="00DE0EF5" w:rsidRDefault="00DE0EF5" w:rsidP="00DE0EF5">
      <w:pPr>
        <w:spacing w:line="360" w:lineRule="auto"/>
        <w:jc w:val="center"/>
        <w:rPr>
          <w:lang w:val="sr-Cyrl-CS"/>
        </w:rPr>
      </w:pPr>
    </w:p>
    <w:sectPr w:rsidR="00DE0EF5" w:rsidSect="00F23661">
      <w:headerReference w:type="first" r:id="rId8"/>
      <w:footerReference w:type="first" r:id="rId9"/>
      <w:pgSz w:w="11906" w:h="16838" w:code="9"/>
      <w:pgMar w:top="567" w:right="926" w:bottom="567" w:left="9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15DC" w:rsidRDefault="007715DC">
      <w:r>
        <w:separator/>
      </w:r>
    </w:p>
  </w:endnote>
  <w:endnote w:type="continuationSeparator" w:id="0">
    <w:p w:rsidR="007715DC" w:rsidRDefault="007715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TimesRoman">
    <w:altName w:val="Calibri"/>
    <w:charset w:val="00"/>
    <w:family w:val="auto"/>
    <w:pitch w:val="variable"/>
    <w:sig w:usb0="00000001" w:usb1="00000000" w:usb2="00000000" w:usb3="00000000" w:csb0="00000009" w:csb1="00000000"/>
  </w:font>
  <w:font w:name="Century-Schoolbook-Roman">
    <w:altName w:val="Century"/>
    <w:charset w:val="00"/>
    <w:family w:val="auto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41AE" w:rsidRDefault="005141AE" w:rsidP="00F6794A">
    <w:pPr>
      <w:pStyle w:val="Footer"/>
      <w:jc w:val="center"/>
      <w:rPr>
        <w:lang w:val="sr-Latn-CS"/>
      </w:rPr>
    </w:pPr>
    <w:r>
      <w:rPr>
        <w:lang w:val="sr-Latn-CS"/>
      </w:rPr>
      <w:t>_________________________________</w:t>
    </w:r>
    <w:r w:rsidR="00F6794A">
      <w:rPr>
        <w:lang w:val="sr-Latn-CS"/>
      </w:rPr>
      <w:t>www.filfak.ni.ac.rs_</w:t>
    </w:r>
    <w:r>
      <w:rPr>
        <w:lang w:val="sr-Latn-CS"/>
      </w:rPr>
      <w:t>_________________</w:t>
    </w:r>
    <w:r w:rsidR="00F6794A">
      <w:rPr>
        <w:lang w:val="sr-Latn-CS"/>
      </w:rPr>
      <w:t>_________________</w:t>
    </w:r>
  </w:p>
  <w:p w:rsidR="00E04909" w:rsidRPr="00E04909" w:rsidRDefault="00E04909" w:rsidP="00F6794A">
    <w:pPr>
      <w:pStyle w:val="Footer"/>
      <w:jc w:val="center"/>
      <w:rPr>
        <w:sz w:val="21"/>
        <w:szCs w:val="21"/>
      </w:rPr>
    </w:pPr>
    <w:r>
      <w:rPr>
        <w:sz w:val="21"/>
        <w:szCs w:val="21"/>
      </w:rPr>
      <w:tab/>
    </w:r>
    <w:r>
      <w:rPr>
        <w:sz w:val="21"/>
        <w:szCs w:val="21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15DC" w:rsidRDefault="007715DC">
      <w:r>
        <w:separator/>
      </w:r>
    </w:p>
  </w:footnote>
  <w:footnote w:type="continuationSeparator" w:id="0">
    <w:p w:rsidR="007715DC" w:rsidRDefault="007715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41AE" w:rsidRDefault="00D943AD">
    <w:pPr>
      <w:pStyle w:val="Head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column">
                <wp:posOffset>-36195</wp:posOffset>
              </wp:positionH>
              <wp:positionV relativeFrom="paragraph">
                <wp:posOffset>-12065</wp:posOffset>
              </wp:positionV>
              <wp:extent cx="3095625" cy="1259840"/>
              <wp:effectExtent l="1905" t="0" r="0" b="0"/>
              <wp:wrapTight wrapText="bothSides">
                <wp:wrapPolygon edited="0">
                  <wp:start x="-62" y="0"/>
                  <wp:lineTo x="-62" y="21426"/>
                  <wp:lineTo x="21600" y="21426"/>
                  <wp:lineTo x="21600" y="0"/>
                  <wp:lineTo x="-62" y="0"/>
                </wp:wrapPolygon>
              </wp:wrapTight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95625" cy="12598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141AE" w:rsidRDefault="005141AE">
                          <w:pPr>
                            <w:jc w:val="right"/>
                            <w:rPr>
                              <w:i/>
                              <w:iCs/>
                              <w:sz w:val="20"/>
                              <w:lang w:val="sr-Cyrl-CS"/>
                            </w:rPr>
                          </w:pPr>
                          <w:r>
                            <w:rPr>
                              <w:i/>
                              <w:iCs/>
                              <w:sz w:val="20"/>
                              <w:lang w:val="sr-Cyrl-CS"/>
                            </w:rPr>
                            <w:t>УНИВЕРЗИТЕТ У НИШУ</w:t>
                          </w:r>
                        </w:p>
                        <w:p w:rsidR="005141AE" w:rsidRDefault="005141AE">
                          <w:pPr>
                            <w:jc w:val="right"/>
                            <w:rPr>
                              <w:b/>
                              <w:bCs/>
                              <w:i/>
                              <w:iCs/>
                              <w:spacing w:val="46"/>
                              <w:sz w:val="28"/>
                              <w:u w:val="single"/>
                            </w:rPr>
                          </w:pPr>
                          <w:r>
                            <w:rPr>
                              <w:b/>
                              <w:bCs/>
                              <w:i/>
                              <w:iCs/>
                              <w:spacing w:val="46"/>
                              <w:sz w:val="28"/>
                              <w:u w:val="single"/>
                              <w:lang w:val="sr-Cyrl-CS"/>
                            </w:rPr>
                            <w:t>ФИЛОЗОФСКИ</w:t>
                          </w:r>
                          <w:r>
                            <w:rPr>
                              <w:b/>
                              <w:bCs/>
                              <w:i/>
                              <w:iCs/>
                              <w:spacing w:val="46"/>
                              <w:sz w:val="28"/>
                              <w:u w:val="single"/>
                              <w:lang w:val="sl-SI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i/>
                              <w:iCs/>
                              <w:spacing w:val="46"/>
                              <w:sz w:val="28"/>
                              <w:u w:val="single"/>
                              <w:lang w:val="sr-Cyrl-CS"/>
                            </w:rPr>
                            <w:t>ФАКУЛТЕТ</w:t>
                          </w:r>
                        </w:p>
                        <w:p w:rsidR="001322C8" w:rsidRPr="001322C8" w:rsidRDefault="001322C8">
                          <w:pPr>
                            <w:jc w:val="right"/>
                            <w:rPr>
                              <w:b/>
                              <w:bCs/>
                              <w:i/>
                              <w:iCs/>
                              <w:spacing w:val="46"/>
                              <w:sz w:val="22"/>
                              <w:szCs w:val="22"/>
                            </w:rPr>
                          </w:pPr>
                          <w:r w:rsidRPr="001322C8">
                            <w:rPr>
                              <w:b/>
                              <w:bCs/>
                              <w:i/>
                              <w:iCs/>
                              <w:spacing w:val="46"/>
                              <w:sz w:val="22"/>
                              <w:szCs w:val="22"/>
                            </w:rPr>
                            <w:t>ДЕПАРТМАН ЗА ПСИХОЛОГИЈУ</w:t>
                          </w:r>
                        </w:p>
                        <w:p w:rsidR="005141AE" w:rsidRDefault="005141AE">
                          <w:pPr>
                            <w:jc w:val="right"/>
                            <w:rPr>
                              <w:i/>
                              <w:iCs/>
                              <w:spacing w:val="-2"/>
                              <w:sz w:val="22"/>
                              <w:lang w:val="sr-Cyrl-CS"/>
                            </w:rPr>
                          </w:pPr>
                          <w:r>
                            <w:rPr>
                              <w:i/>
                              <w:iCs/>
                              <w:spacing w:val="-2"/>
                              <w:sz w:val="22"/>
                              <w:lang w:val="sr-Cyrl-CS"/>
                            </w:rPr>
                            <w:t>18000 Ниш</w:t>
                          </w:r>
                          <w:r>
                            <w:rPr>
                              <w:i/>
                              <w:iCs/>
                              <w:spacing w:val="-2"/>
                              <w:sz w:val="22"/>
                              <w:lang w:val="sr-Cyrl-CS"/>
                            </w:rPr>
                            <w:sym w:font="Symbol" w:char="F0B7"/>
                          </w:r>
                          <w:r>
                            <w:rPr>
                              <w:i/>
                              <w:iCs/>
                              <w:spacing w:val="-2"/>
                              <w:sz w:val="22"/>
                              <w:lang w:val="sr-Cyrl-CS"/>
                            </w:rPr>
                            <w:t xml:space="preserve"> Ћирила и Методија 2</w:t>
                          </w:r>
                          <w:r>
                            <w:rPr>
                              <w:i/>
                              <w:iCs/>
                              <w:spacing w:val="-2"/>
                              <w:sz w:val="22"/>
                              <w:lang w:val="sr-Cyrl-CS"/>
                            </w:rPr>
                            <w:sym w:font="Symbol" w:char="F0B7"/>
                          </w:r>
                          <w:r>
                            <w:rPr>
                              <w:i/>
                              <w:iCs/>
                              <w:spacing w:val="-2"/>
                              <w:sz w:val="22"/>
                              <w:lang w:val="sr-Cyrl-CS"/>
                            </w:rPr>
                            <w:t xml:space="preserve"> Пош. фах 91</w:t>
                          </w:r>
                        </w:p>
                        <w:p w:rsidR="00502146" w:rsidRDefault="005141AE">
                          <w:pPr>
                            <w:jc w:val="right"/>
                            <w:rPr>
                              <w:i/>
                              <w:iCs/>
                              <w:spacing w:val="-2"/>
                              <w:sz w:val="22"/>
                              <w:lang w:val="sr-Cyrl-CS"/>
                            </w:rPr>
                          </w:pPr>
                          <w:r>
                            <w:rPr>
                              <w:i/>
                              <w:iCs/>
                              <w:spacing w:val="-2"/>
                              <w:sz w:val="22"/>
                              <w:lang w:val="sr-Cyrl-CS"/>
                            </w:rPr>
                            <w:t>Телефон-централа(018)</w:t>
                          </w:r>
                          <w:r w:rsidRPr="004D6873">
                            <w:rPr>
                              <w:i/>
                              <w:iCs/>
                              <w:spacing w:val="-2"/>
                              <w:sz w:val="22"/>
                              <w:lang w:val="sr-Cyrl-CS"/>
                            </w:rPr>
                            <w:t>514-312</w:t>
                          </w:r>
                          <w:r>
                            <w:rPr>
                              <w:i/>
                              <w:iCs/>
                              <w:spacing w:val="-2"/>
                              <w:sz w:val="22"/>
                              <w:lang w:val="sr-Cyrl-CS"/>
                            </w:rPr>
                            <w:t xml:space="preserve"> </w:t>
                          </w:r>
                          <w:r w:rsidR="00502146">
                            <w:rPr>
                              <w:i/>
                              <w:iCs/>
                              <w:spacing w:val="-2"/>
                              <w:sz w:val="22"/>
                              <w:lang w:val="sr-Cyrl-CS"/>
                            </w:rPr>
                            <w:t>(локал 178)</w:t>
                          </w:r>
                        </w:p>
                        <w:p w:rsidR="005141AE" w:rsidRDefault="005141AE">
                          <w:pPr>
                            <w:jc w:val="right"/>
                            <w:rPr>
                              <w:i/>
                              <w:iCs/>
                              <w:color w:val="281CC8"/>
                              <w:sz w:val="20"/>
                              <w:lang w:val="sr-Cyrl-CS"/>
                            </w:rPr>
                          </w:pPr>
                          <w:r>
                            <w:rPr>
                              <w:i/>
                              <w:iCs/>
                              <w:spacing w:val="-2"/>
                              <w:sz w:val="22"/>
                              <w:lang w:val="sr-Cyrl-CS"/>
                            </w:rPr>
                            <w:t xml:space="preserve">Деканат </w:t>
                          </w:r>
                          <w:r w:rsidRPr="004D6873">
                            <w:rPr>
                              <w:i/>
                              <w:iCs/>
                              <w:spacing w:val="-2"/>
                              <w:sz w:val="22"/>
                              <w:lang w:val="sr-Cyrl-CS"/>
                            </w:rPr>
                            <w:t>514</w:t>
                          </w:r>
                          <w:r>
                            <w:rPr>
                              <w:i/>
                              <w:iCs/>
                              <w:spacing w:val="-2"/>
                              <w:sz w:val="22"/>
                              <w:lang w:val="sr-Cyrl-CS"/>
                            </w:rPr>
                            <w:t>-</w:t>
                          </w:r>
                          <w:r w:rsidRPr="004D6873">
                            <w:rPr>
                              <w:i/>
                              <w:iCs/>
                              <w:spacing w:val="-2"/>
                              <w:sz w:val="22"/>
                              <w:lang w:val="sr-Cyrl-CS"/>
                            </w:rPr>
                            <w:t>311</w:t>
                          </w:r>
                          <w:r w:rsidR="007B1FAE">
                            <w:rPr>
                              <w:i/>
                              <w:iCs/>
                              <w:spacing w:val="-2"/>
                              <w:sz w:val="22"/>
                            </w:rPr>
                            <w:t xml:space="preserve">;  </w:t>
                          </w:r>
                          <w:r>
                            <w:rPr>
                              <w:i/>
                              <w:iCs/>
                              <w:sz w:val="22"/>
                              <w:lang w:val="sl-SI"/>
                            </w:rPr>
                            <w:t>e-mail</w:t>
                          </w:r>
                          <w:r w:rsidR="00BE6255">
                            <w:rPr>
                              <w:i/>
                              <w:iCs/>
                              <w:sz w:val="22"/>
                            </w:rPr>
                            <w:t>:</w:t>
                          </w:r>
                          <w:r>
                            <w:rPr>
                              <w:i/>
                              <w:iCs/>
                              <w:sz w:val="22"/>
                              <w:lang w:val="sl-SI"/>
                            </w:rPr>
                            <w:t xml:space="preserve"> info</w:t>
                          </w:r>
                          <w:r w:rsidRPr="004D6873">
                            <w:rPr>
                              <w:i/>
                              <w:iCs/>
                              <w:sz w:val="22"/>
                              <w:lang w:val="sr-Cyrl-CS"/>
                            </w:rPr>
                            <w:t>@</w:t>
                          </w:r>
                          <w:r w:rsidRPr="00FE58A9">
                            <w:rPr>
                              <w:i/>
                              <w:iCs/>
                              <w:sz w:val="22"/>
                              <w:lang w:val="it-IT"/>
                            </w:rPr>
                            <w:t>filfak</w:t>
                          </w:r>
                          <w:r w:rsidRPr="004D6873">
                            <w:rPr>
                              <w:i/>
                              <w:iCs/>
                              <w:sz w:val="22"/>
                              <w:lang w:val="sr-Cyrl-CS"/>
                            </w:rPr>
                            <w:t>.</w:t>
                          </w:r>
                          <w:r w:rsidRPr="00FE58A9">
                            <w:rPr>
                              <w:i/>
                              <w:iCs/>
                              <w:sz w:val="22"/>
                              <w:lang w:val="it-IT"/>
                            </w:rPr>
                            <w:t>ni</w:t>
                          </w:r>
                          <w:r w:rsidRPr="004D6873">
                            <w:rPr>
                              <w:i/>
                              <w:iCs/>
                              <w:sz w:val="22"/>
                              <w:lang w:val="sr-Cyrl-CS"/>
                            </w:rPr>
                            <w:t>.</w:t>
                          </w:r>
                          <w:r w:rsidRPr="00FE58A9">
                            <w:rPr>
                              <w:i/>
                              <w:iCs/>
                              <w:sz w:val="22"/>
                              <w:lang w:val="it-IT"/>
                            </w:rPr>
                            <w:t>ac</w:t>
                          </w:r>
                          <w:r w:rsidRPr="004D6873">
                            <w:rPr>
                              <w:i/>
                              <w:iCs/>
                              <w:sz w:val="22"/>
                              <w:lang w:val="sr-Cyrl-CS"/>
                            </w:rPr>
                            <w:t>.</w:t>
                          </w:r>
                          <w:r w:rsidR="004D6873" w:rsidRPr="00FE58A9">
                            <w:rPr>
                              <w:i/>
                              <w:iCs/>
                              <w:sz w:val="22"/>
                              <w:lang w:val="it-IT"/>
                            </w:rPr>
                            <w:t>rs</w:t>
                          </w:r>
                          <w:r>
                            <w:rPr>
                              <w:i/>
                              <w:iCs/>
                              <w:color w:val="6557D0"/>
                              <w:sz w:val="20"/>
                              <w:lang w:val="sr-Cyrl-CS"/>
                            </w:rPr>
                            <w:t xml:space="preserve"> </w:t>
                          </w:r>
                        </w:p>
                        <w:p w:rsidR="005141AE" w:rsidRDefault="005141AE">
                          <w:pPr>
                            <w:rPr>
                              <w:i/>
                              <w:iCs/>
                              <w:color w:val="281CC8"/>
                              <w:sz w:val="20"/>
                              <w:lang w:val="sr-Cyrl-C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2.85pt;margin-top:-.95pt;width:243.75pt;height:99.2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" stroked="f">
              <v:textbox>
                <w:txbxContent>
                  <w:p w:rsidR="005141AE" w:rsidRDefault="005141AE">
                    <w:pPr>
                      <w:jc w:val="right"/>
                      <w:rPr>
                        <w:i/>
                        <w:iCs/>
                        <w:sz w:val="20"/>
                        <w:lang w:val="sr-Cyrl-CS"/>
                      </w:rPr>
                    </w:pPr>
                    <w:r>
                      <w:rPr>
                        <w:i/>
                        <w:iCs/>
                        <w:sz w:val="20"/>
                        <w:lang w:val="sr-Cyrl-CS"/>
                      </w:rPr>
                      <w:t>УНИВЕРЗИТЕТ У НИШУ</w:t>
                    </w:r>
                  </w:p>
                  <w:p w:rsidR="005141AE" w:rsidRDefault="005141AE">
                    <w:pPr>
                      <w:jc w:val="right"/>
                      <w:rPr>
                        <w:b/>
                        <w:bCs/>
                        <w:i/>
                        <w:iCs/>
                        <w:spacing w:val="46"/>
                        <w:sz w:val="28"/>
                        <w:u w:val="single"/>
                      </w:rPr>
                    </w:pPr>
                    <w:r>
                      <w:rPr>
                        <w:b/>
                        <w:bCs/>
                        <w:i/>
                        <w:iCs/>
                        <w:spacing w:val="46"/>
                        <w:sz w:val="28"/>
                        <w:u w:val="single"/>
                        <w:lang w:val="sr-Cyrl-CS"/>
                      </w:rPr>
                      <w:t>ФИЛОЗОФСКИ</w:t>
                    </w:r>
                    <w:r>
                      <w:rPr>
                        <w:b/>
                        <w:bCs/>
                        <w:i/>
                        <w:iCs/>
                        <w:spacing w:val="46"/>
                        <w:sz w:val="28"/>
                        <w:u w:val="single"/>
                        <w:lang w:val="sl-SI"/>
                      </w:rPr>
                      <w:t xml:space="preserve"> </w:t>
                    </w:r>
                    <w:r>
                      <w:rPr>
                        <w:b/>
                        <w:bCs/>
                        <w:i/>
                        <w:iCs/>
                        <w:spacing w:val="46"/>
                        <w:sz w:val="28"/>
                        <w:u w:val="single"/>
                        <w:lang w:val="sr-Cyrl-CS"/>
                      </w:rPr>
                      <w:t>ФАКУЛТЕТ</w:t>
                    </w:r>
                  </w:p>
                  <w:p w:rsidR="001322C8" w:rsidRPr="001322C8" w:rsidRDefault="001322C8">
                    <w:pPr>
                      <w:jc w:val="right"/>
                      <w:rPr>
                        <w:b/>
                        <w:bCs/>
                        <w:i/>
                        <w:iCs/>
                        <w:spacing w:val="46"/>
                        <w:sz w:val="22"/>
                        <w:szCs w:val="22"/>
                      </w:rPr>
                    </w:pPr>
                    <w:r w:rsidRPr="001322C8">
                      <w:rPr>
                        <w:b/>
                        <w:bCs/>
                        <w:i/>
                        <w:iCs/>
                        <w:spacing w:val="46"/>
                        <w:sz w:val="22"/>
                        <w:szCs w:val="22"/>
                      </w:rPr>
                      <w:t>ДЕПАРТМАН ЗА ПСИХОЛОГИЈУ</w:t>
                    </w:r>
                  </w:p>
                  <w:p w:rsidR="005141AE" w:rsidRDefault="005141AE">
                    <w:pPr>
                      <w:jc w:val="right"/>
                      <w:rPr>
                        <w:i/>
                        <w:iCs/>
                        <w:spacing w:val="-2"/>
                        <w:sz w:val="22"/>
                        <w:lang w:val="sr-Cyrl-CS"/>
                      </w:rPr>
                    </w:pPr>
                    <w:r>
                      <w:rPr>
                        <w:i/>
                        <w:iCs/>
                        <w:spacing w:val="-2"/>
                        <w:sz w:val="22"/>
                        <w:lang w:val="sr-Cyrl-CS"/>
                      </w:rPr>
                      <w:t>18000 Ниш</w:t>
                    </w:r>
                    <w:r>
                      <w:rPr>
                        <w:i/>
                        <w:iCs/>
                        <w:spacing w:val="-2"/>
                        <w:sz w:val="22"/>
                        <w:lang w:val="sr-Cyrl-CS"/>
                      </w:rPr>
                      <w:sym w:font="Symbol" w:char="F0B7"/>
                    </w:r>
                    <w:r>
                      <w:rPr>
                        <w:i/>
                        <w:iCs/>
                        <w:spacing w:val="-2"/>
                        <w:sz w:val="22"/>
                        <w:lang w:val="sr-Cyrl-CS"/>
                      </w:rPr>
                      <w:t xml:space="preserve"> Ћирила и Методија 2</w:t>
                    </w:r>
                    <w:r>
                      <w:rPr>
                        <w:i/>
                        <w:iCs/>
                        <w:spacing w:val="-2"/>
                        <w:sz w:val="22"/>
                        <w:lang w:val="sr-Cyrl-CS"/>
                      </w:rPr>
                      <w:sym w:font="Symbol" w:char="F0B7"/>
                    </w:r>
                    <w:r>
                      <w:rPr>
                        <w:i/>
                        <w:iCs/>
                        <w:spacing w:val="-2"/>
                        <w:sz w:val="22"/>
                        <w:lang w:val="sr-Cyrl-CS"/>
                      </w:rPr>
                      <w:t xml:space="preserve"> Пош. фах 91</w:t>
                    </w:r>
                  </w:p>
                  <w:p w:rsidR="00502146" w:rsidRDefault="005141AE">
                    <w:pPr>
                      <w:jc w:val="right"/>
                      <w:rPr>
                        <w:i/>
                        <w:iCs/>
                        <w:spacing w:val="-2"/>
                        <w:sz w:val="22"/>
                        <w:lang w:val="sr-Cyrl-CS"/>
                      </w:rPr>
                    </w:pPr>
                    <w:r>
                      <w:rPr>
                        <w:i/>
                        <w:iCs/>
                        <w:spacing w:val="-2"/>
                        <w:sz w:val="22"/>
                        <w:lang w:val="sr-Cyrl-CS"/>
                      </w:rPr>
                      <w:t>Телефон-централа(018)</w:t>
                    </w:r>
                    <w:r w:rsidRPr="004D6873">
                      <w:rPr>
                        <w:i/>
                        <w:iCs/>
                        <w:spacing w:val="-2"/>
                        <w:sz w:val="22"/>
                        <w:lang w:val="sr-Cyrl-CS"/>
                      </w:rPr>
                      <w:t>514-312</w:t>
                    </w:r>
                    <w:r>
                      <w:rPr>
                        <w:i/>
                        <w:iCs/>
                        <w:spacing w:val="-2"/>
                        <w:sz w:val="22"/>
                        <w:lang w:val="sr-Cyrl-CS"/>
                      </w:rPr>
                      <w:t xml:space="preserve"> </w:t>
                    </w:r>
                    <w:r w:rsidR="00502146">
                      <w:rPr>
                        <w:i/>
                        <w:iCs/>
                        <w:spacing w:val="-2"/>
                        <w:sz w:val="22"/>
                        <w:lang w:val="sr-Cyrl-CS"/>
                      </w:rPr>
                      <w:t>(локал 178)</w:t>
                    </w:r>
                  </w:p>
                  <w:p w:rsidR="005141AE" w:rsidRDefault="005141AE">
                    <w:pPr>
                      <w:jc w:val="right"/>
                      <w:rPr>
                        <w:i/>
                        <w:iCs/>
                        <w:color w:val="281CC8"/>
                        <w:sz w:val="20"/>
                        <w:lang w:val="sr-Cyrl-CS"/>
                      </w:rPr>
                    </w:pPr>
                    <w:r>
                      <w:rPr>
                        <w:i/>
                        <w:iCs/>
                        <w:spacing w:val="-2"/>
                        <w:sz w:val="22"/>
                        <w:lang w:val="sr-Cyrl-CS"/>
                      </w:rPr>
                      <w:t xml:space="preserve">Деканат </w:t>
                    </w:r>
                    <w:r w:rsidRPr="004D6873">
                      <w:rPr>
                        <w:i/>
                        <w:iCs/>
                        <w:spacing w:val="-2"/>
                        <w:sz w:val="22"/>
                        <w:lang w:val="sr-Cyrl-CS"/>
                      </w:rPr>
                      <w:t>514</w:t>
                    </w:r>
                    <w:r>
                      <w:rPr>
                        <w:i/>
                        <w:iCs/>
                        <w:spacing w:val="-2"/>
                        <w:sz w:val="22"/>
                        <w:lang w:val="sr-Cyrl-CS"/>
                      </w:rPr>
                      <w:t>-</w:t>
                    </w:r>
                    <w:r w:rsidRPr="004D6873">
                      <w:rPr>
                        <w:i/>
                        <w:iCs/>
                        <w:spacing w:val="-2"/>
                        <w:sz w:val="22"/>
                        <w:lang w:val="sr-Cyrl-CS"/>
                      </w:rPr>
                      <w:t>311</w:t>
                    </w:r>
                    <w:r w:rsidR="007B1FAE">
                      <w:rPr>
                        <w:i/>
                        <w:iCs/>
                        <w:spacing w:val="-2"/>
                        <w:sz w:val="22"/>
                      </w:rPr>
                      <w:t xml:space="preserve">;  </w:t>
                    </w:r>
                    <w:r>
                      <w:rPr>
                        <w:i/>
                        <w:iCs/>
                        <w:sz w:val="22"/>
                        <w:lang w:val="sl-SI"/>
                      </w:rPr>
                      <w:t>e-mail</w:t>
                    </w:r>
                    <w:r w:rsidR="00BE6255">
                      <w:rPr>
                        <w:i/>
                        <w:iCs/>
                        <w:sz w:val="22"/>
                      </w:rPr>
                      <w:t>:</w:t>
                    </w:r>
                    <w:r>
                      <w:rPr>
                        <w:i/>
                        <w:iCs/>
                        <w:sz w:val="22"/>
                        <w:lang w:val="sl-SI"/>
                      </w:rPr>
                      <w:t xml:space="preserve"> info</w:t>
                    </w:r>
                    <w:r w:rsidRPr="004D6873">
                      <w:rPr>
                        <w:i/>
                        <w:iCs/>
                        <w:sz w:val="22"/>
                        <w:lang w:val="sr-Cyrl-CS"/>
                      </w:rPr>
                      <w:t>@</w:t>
                    </w:r>
                    <w:r w:rsidRPr="00FE58A9">
                      <w:rPr>
                        <w:i/>
                        <w:iCs/>
                        <w:sz w:val="22"/>
                        <w:lang w:val="it-IT"/>
                      </w:rPr>
                      <w:t>filfak</w:t>
                    </w:r>
                    <w:r w:rsidRPr="004D6873">
                      <w:rPr>
                        <w:i/>
                        <w:iCs/>
                        <w:sz w:val="22"/>
                        <w:lang w:val="sr-Cyrl-CS"/>
                      </w:rPr>
                      <w:t>.</w:t>
                    </w:r>
                    <w:r w:rsidRPr="00FE58A9">
                      <w:rPr>
                        <w:i/>
                        <w:iCs/>
                        <w:sz w:val="22"/>
                        <w:lang w:val="it-IT"/>
                      </w:rPr>
                      <w:t>ni</w:t>
                    </w:r>
                    <w:r w:rsidRPr="004D6873">
                      <w:rPr>
                        <w:i/>
                        <w:iCs/>
                        <w:sz w:val="22"/>
                        <w:lang w:val="sr-Cyrl-CS"/>
                      </w:rPr>
                      <w:t>.</w:t>
                    </w:r>
                    <w:r w:rsidRPr="00FE58A9">
                      <w:rPr>
                        <w:i/>
                        <w:iCs/>
                        <w:sz w:val="22"/>
                        <w:lang w:val="it-IT"/>
                      </w:rPr>
                      <w:t>ac</w:t>
                    </w:r>
                    <w:r w:rsidRPr="004D6873">
                      <w:rPr>
                        <w:i/>
                        <w:iCs/>
                        <w:sz w:val="22"/>
                        <w:lang w:val="sr-Cyrl-CS"/>
                      </w:rPr>
                      <w:t>.</w:t>
                    </w:r>
                    <w:r w:rsidR="004D6873" w:rsidRPr="00FE58A9">
                      <w:rPr>
                        <w:i/>
                        <w:iCs/>
                        <w:sz w:val="22"/>
                        <w:lang w:val="it-IT"/>
                      </w:rPr>
                      <w:t>rs</w:t>
                    </w:r>
                    <w:r>
                      <w:rPr>
                        <w:i/>
                        <w:iCs/>
                        <w:color w:val="6557D0"/>
                        <w:sz w:val="20"/>
                        <w:lang w:val="sr-Cyrl-CS"/>
                      </w:rPr>
                      <w:t xml:space="preserve"> </w:t>
                    </w:r>
                  </w:p>
                  <w:p w:rsidR="005141AE" w:rsidRDefault="005141AE">
                    <w:pPr>
                      <w:rPr>
                        <w:i/>
                        <w:iCs/>
                        <w:color w:val="281CC8"/>
                        <w:sz w:val="20"/>
                        <w:lang w:val="sr-Cyrl-CS"/>
                      </w:rPr>
                    </w:pPr>
                  </w:p>
                </w:txbxContent>
              </v:textbox>
              <w10:wrap type="tight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column">
                <wp:posOffset>4038600</wp:posOffset>
              </wp:positionH>
              <wp:positionV relativeFrom="paragraph">
                <wp:posOffset>-12065</wp:posOffset>
              </wp:positionV>
              <wp:extent cx="2819400" cy="1166495"/>
              <wp:effectExtent l="0" t="0" r="0" b="0"/>
              <wp:wrapTight wrapText="bothSides">
                <wp:wrapPolygon edited="0">
                  <wp:start x="-73" y="0"/>
                  <wp:lineTo x="-73" y="21424"/>
                  <wp:lineTo x="21600" y="21424"/>
                  <wp:lineTo x="21600" y="0"/>
                  <wp:lineTo x="-73" y="0"/>
                </wp:wrapPolygon>
              </wp:wrapTight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19400" cy="11664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141AE" w:rsidRDefault="005141AE">
                          <w:pPr>
                            <w:rPr>
                              <w:i/>
                              <w:iCs/>
                              <w:sz w:val="20"/>
                              <w:lang w:val="sl-SI"/>
                            </w:rPr>
                          </w:pPr>
                          <w:r>
                            <w:rPr>
                              <w:i/>
                              <w:iCs/>
                              <w:sz w:val="20"/>
                              <w:lang w:val="sl-SI"/>
                            </w:rPr>
                            <w:t>UNIVERSITY OF NIŠ</w:t>
                          </w:r>
                        </w:p>
                        <w:p w:rsidR="005141AE" w:rsidRDefault="005141AE">
                          <w:pPr>
                            <w:rPr>
                              <w:b/>
                              <w:bCs/>
                              <w:i/>
                              <w:iCs/>
                              <w:spacing w:val="24"/>
                              <w:u w:val="single"/>
                              <w:lang w:val="sl-SI"/>
                            </w:rPr>
                          </w:pPr>
                          <w:r>
                            <w:rPr>
                              <w:b/>
                              <w:bCs/>
                              <w:i/>
                              <w:iCs/>
                              <w:spacing w:val="24"/>
                              <w:sz w:val="28"/>
                              <w:u w:val="single"/>
                              <w:lang w:val="sl-SI"/>
                            </w:rPr>
                            <w:t>FACULTY OF PHILOSOPHY</w:t>
                          </w:r>
                        </w:p>
                        <w:p w:rsidR="005141AE" w:rsidRDefault="005141AE">
                          <w:pPr>
                            <w:rPr>
                              <w:i/>
                              <w:iCs/>
                              <w:sz w:val="22"/>
                              <w:lang w:val="sr-Cyrl-CS"/>
                            </w:rPr>
                          </w:pPr>
                          <w:r>
                            <w:rPr>
                              <w:i/>
                              <w:iCs/>
                              <w:sz w:val="22"/>
                              <w:lang w:val="sr-Cyrl-CS"/>
                            </w:rPr>
                            <w:t xml:space="preserve">18000 </w:t>
                          </w:r>
                          <w:r>
                            <w:rPr>
                              <w:i/>
                              <w:iCs/>
                              <w:sz w:val="22"/>
                              <w:lang w:val="sl-SI"/>
                            </w:rPr>
                            <w:t>Niš</w:t>
                          </w:r>
                          <w:r>
                            <w:rPr>
                              <w:i/>
                              <w:iCs/>
                              <w:sz w:val="22"/>
                              <w:lang w:val="sr-Cyrl-CS"/>
                            </w:rPr>
                            <w:t xml:space="preserve"> </w:t>
                          </w:r>
                          <w:r>
                            <w:rPr>
                              <w:i/>
                              <w:iCs/>
                              <w:sz w:val="22"/>
                              <w:lang w:val="sr-Cyrl-CS"/>
                            </w:rPr>
                            <w:sym w:font="Symbol" w:char="F0B7"/>
                          </w:r>
                          <w:r>
                            <w:rPr>
                              <w:i/>
                              <w:iCs/>
                              <w:sz w:val="22"/>
                              <w:lang w:val="sr-Cyrl-CS"/>
                            </w:rPr>
                            <w:t xml:space="preserve"> </w:t>
                          </w:r>
                          <w:r>
                            <w:rPr>
                              <w:i/>
                              <w:iCs/>
                              <w:sz w:val="22"/>
                              <w:lang w:val="sl-SI"/>
                            </w:rPr>
                            <w:t>Ćirila i Metodija</w:t>
                          </w:r>
                          <w:r>
                            <w:rPr>
                              <w:i/>
                              <w:iCs/>
                              <w:sz w:val="22"/>
                              <w:lang w:val="sr-Cyrl-CS"/>
                            </w:rPr>
                            <w:t xml:space="preserve"> 2 </w:t>
                          </w:r>
                          <w:r>
                            <w:rPr>
                              <w:i/>
                              <w:iCs/>
                              <w:sz w:val="22"/>
                              <w:lang w:val="sr-Cyrl-CS"/>
                            </w:rPr>
                            <w:sym w:font="Symbol" w:char="F0B7"/>
                          </w:r>
                          <w:r>
                            <w:rPr>
                              <w:i/>
                              <w:iCs/>
                              <w:sz w:val="22"/>
                              <w:lang w:val="sr-Cyrl-CS"/>
                            </w:rPr>
                            <w:t xml:space="preserve"> </w:t>
                          </w:r>
                          <w:r>
                            <w:rPr>
                              <w:i/>
                              <w:iCs/>
                              <w:sz w:val="22"/>
                              <w:lang w:val="sl-SI"/>
                            </w:rPr>
                            <w:t>P. O. Box</w:t>
                          </w:r>
                          <w:r>
                            <w:rPr>
                              <w:i/>
                              <w:iCs/>
                              <w:sz w:val="22"/>
                              <w:lang w:val="sr-Cyrl-CS"/>
                            </w:rPr>
                            <w:t xml:space="preserve"> 91</w:t>
                          </w:r>
                        </w:p>
                        <w:p w:rsidR="005141AE" w:rsidRDefault="005141AE">
                          <w:pPr>
                            <w:rPr>
                              <w:i/>
                              <w:iCs/>
                              <w:sz w:val="22"/>
                              <w:lang w:val="sr-Cyrl-CS"/>
                            </w:rPr>
                          </w:pPr>
                          <w:r>
                            <w:rPr>
                              <w:i/>
                              <w:iCs/>
                              <w:sz w:val="22"/>
                              <w:lang w:val="sl-SI"/>
                            </w:rPr>
                            <w:t xml:space="preserve">Phone +381 </w:t>
                          </w:r>
                          <w:r>
                            <w:rPr>
                              <w:i/>
                              <w:iCs/>
                              <w:sz w:val="22"/>
                              <w:lang w:val="sr-Cyrl-CS"/>
                            </w:rPr>
                            <w:t xml:space="preserve">18 </w:t>
                          </w:r>
                          <w:r>
                            <w:rPr>
                              <w:i/>
                              <w:iCs/>
                              <w:sz w:val="22"/>
                            </w:rPr>
                            <w:t>514312</w:t>
                          </w:r>
                          <w:r>
                            <w:rPr>
                              <w:i/>
                              <w:iCs/>
                              <w:sz w:val="22"/>
                              <w:lang w:val="sr-Cyrl-CS"/>
                            </w:rPr>
                            <w:t xml:space="preserve"> </w:t>
                          </w:r>
                          <w:r>
                            <w:rPr>
                              <w:i/>
                              <w:iCs/>
                              <w:sz w:val="22"/>
                              <w:lang w:val="sl-SI"/>
                            </w:rPr>
                            <w:t xml:space="preserve">Dean+381 </w:t>
                          </w:r>
                          <w:r>
                            <w:rPr>
                              <w:i/>
                              <w:iCs/>
                              <w:sz w:val="22"/>
                              <w:lang w:val="sr-Cyrl-CS"/>
                            </w:rPr>
                            <w:t>18</w:t>
                          </w:r>
                          <w:r>
                            <w:rPr>
                              <w:i/>
                              <w:iCs/>
                              <w:sz w:val="22"/>
                              <w:lang w:val="sl-SI"/>
                            </w:rPr>
                            <w:t xml:space="preserve"> 514311</w:t>
                          </w:r>
                        </w:p>
                        <w:p w:rsidR="005141AE" w:rsidRDefault="005141AE">
                          <w:pPr>
                            <w:rPr>
                              <w:i/>
                              <w:iCs/>
                              <w:sz w:val="22"/>
                            </w:rPr>
                          </w:pPr>
                          <w:r>
                            <w:rPr>
                              <w:i/>
                              <w:iCs/>
                              <w:sz w:val="22"/>
                              <w:lang w:val="sl-SI"/>
                            </w:rPr>
                            <w:t>Fax</w:t>
                          </w:r>
                          <w:r>
                            <w:rPr>
                              <w:i/>
                              <w:iCs/>
                              <w:sz w:val="22"/>
                              <w:lang w:val="sr-Cyrl-CS"/>
                            </w:rPr>
                            <w:t xml:space="preserve"> </w:t>
                          </w:r>
                          <w:r>
                            <w:rPr>
                              <w:i/>
                              <w:iCs/>
                              <w:sz w:val="22"/>
                              <w:lang w:val="sl-SI"/>
                            </w:rPr>
                            <w:t xml:space="preserve">+381 </w:t>
                          </w:r>
                          <w:r>
                            <w:rPr>
                              <w:i/>
                              <w:iCs/>
                              <w:sz w:val="22"/>
                              <w:lang w:val="sr-Cyrl-CS"/>
                            </w:rPr>
                            <w:t>18 514310</w:t>
                          </w:r>
                        </w:p>
                        <w:p w:rsidR="005141AE" w:rsidRPr="00FE58A9" w:rsidRDefault="005141AE">
                          <w:pPr>
                            <w:rPr>
                              <w:sz w:val="26"/>
                              <w:lang w:val="it-IT"/>
                            </w:rPr>
                          </w:pPr>
                          <w:r>
                            <w:rPr>
                              <w:i/>
                              <w:iCs/>
                              <w:sz w:val="22"/>
                              <w:lang w:val="sl-SI"/>
                            </w:rPr>
                            <w:t>e-mail</w:t>
                          </w:r>
                          <w:r w:rsidR="00BE6255">
                            <w:rPr>
                              <w:i/>
                              <w:iCs/>
                              <w:sz w:val="22"/>
                            </w:rPr>
                            <w:t>:</w:t>
                          </w:r>
                          <w:r>
                            <w:rPr>
                              <w:i/>
                              <w:iCs/>
                              <w:sz w:val="22"/>
                              <w:lang w:val="sl-SI"/>
                            </w:rPr>
                            <w:t xml:space="preserve"> info</w:t>
                          </w:r>
                          <w:r w:rsidR="004D6873" w:rsidRPr="00FE58A9">
                            <w:rPr>
                              <w:i/>
                              <w:iCs/>
                              <w:sz w:val="22"/>
                              <w:lang w:val="it-IT"/>
                            </w:rPr>
                            <w:t>@filfak.ni.ac.rs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27" type="#_x0000_t202" style="position:absolute;margin-left:318pt;margin-top:-.95pt;width:222pt;height:91.85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" stroked="f">
              <v:textbox>
                <w:txbxContent>
                  <w:p w:rsidR="005141AE" w:rsidRDefault="005141AE">
                    <w:pPr>
                      <w:rPr>
                        <w:i/>
                        <w:iCs/>
                        <w:sz w:val="20"/>
                        <w:lang w:val="sl-SI"/>
                      </w:rPr>
                    </w:pPr>
                    <w:r>
                      <w:rPr>
                        <w:i/>
                        <w:iCs/>
                        <w:sz w:val="20"/>
                        <w:lang w:val="sl-SI"/>
                      </w:rPr>
                      <w:t>UNIVERSITY OF NIŠ</w:t>
                    </w:r>
                  </w:p>
                  <w:p w:rsidR="005141AE" w:rsidRDefault="005141AE">
                    <w:pPr>
                      <w:rPr>
                        <w:b/>
                        <w:bCs/>
                        <w:i/>
                        <w:iCs/>
                        <w:spacing w:val="24"/>
                        <w:u w:val="single"/>
                        <w:lang w:val="sl-SI"/>
                      </w:rPr>
                    </w:pPr>
                    <w:r>
                      <w:rPr>
                        <w:b/>
                        <w:bCs/>
                        <w:i/>
                        <w:iCs/>
                        <w:spacing w:val="24"/>
                        <w:sz w:val="28"/>
                        <w:u w:val="single"/>
                        <w:lang w:val="sl-SI"/>
                      </w:rPr>
                      <w:t>FACULTY OF PHILOSOPHY</w:t>
                    </w:r>
                  </w:p>
                  <w:p w:rsidR="005141AE" w:rsidRDefault="005141AE">
                    <w:pPr>
                      <w:rPr>
                        <w:i/>
                        <w:iCs/>
                        <w:sz w:val="22"/>
                        <w:lang w:val="sr-Cyrl-CS"/>
                      </w:rPr>
                    </w:pPr>
                    <w:r>
                      <w:rPr>
                        <w:i/>
                        <w:iCs/>
                        <w:sz w:val="22"/>
                        <w:lang w:val="sr-Cyrl-CS"/>
                      </w:rPr>
                      <w:t xml:space="preserve">18000 </w:t>
                    </w:r>
                    <w:r>
                      <w:rPr>
                        <w:i/>
                        <w:iCs/>
                        <w:sz w:val="22"/>
                        <w:lang w:val="sl-SI"/>
                      </w:rPr>
                      <w:t>Niš</w:t>
                    </w:r>
                    <w:r>
                      <w:rPr>
                        <w:i/>
                        <w:iCs/>
                        <w:sz w:val="22"/>
                        <w:lang w:val="sr-Cyrl-CS"/>
                      </w:rPr>
                      <w:t xml:space="preserve"> </w:t>
                    </w:r>
                    <w:r>
                      <w:rPr>
                        <w:i/>
                        <w:iCs/>
                        <w:sz w:val="22"/>
                        <w:lang w:val="sr-Cyrl-CS"/>
                      </w:rPr>
                      <w:sym w:font="Symbol" w:char="F0B7"/>
                    </w:r>
                    <w:r>
                      <w:rPr>
                        <w:i/>
                        <w:iCs/>
                        <w:sz w:val="22"/>
                        <w:lang w:val="sr-Cyrl-CS"/>
                      </w:rPr>
                      <w:t xml:space="preserve"> </w:t>
                    </w:r>
                    <w:r>
                      <w:rPr>
                        <w:i/>
                        <w:iCs/>
                        <w:sz w:val="22"/>
                        <w:lang w:val="sl-SI"/>
                      </w:rPr>
                      <w:t>Ćirila i Metodija</w:t>
                    </w:r>
                    <w:r>
                      <w:rPr>
                        <w:i/>
                        <w:iCs/>
                        <w:sz w:val="22"/>
                        <w:lang w:val="sr-Cyrl-CS"/>
                      </w:rPr>
                      <w:t xml:space="preserve"> 2 </w:t>
                    </w:r>
                    <w:r>
                      <w:rPr>
                        <w:i/>
                        <w:iCs/>
                        <w:sz w:val="22"/>
                        <w:lang w:val="sr-Cyrl-CS"/>
                      </w:rPr>
                      <w:sym w:font="Symbol" w:char="F0B7"/>
                    </w:r>
                    <w:r>
                      <w:rPr>
                        <w:i/>
                        <w:iCs/>
                        <w:sz w:val="22"/>
                        <w:lang w:val="sr-Cyrl-CS"/>
                      </w:rPr>
                      <w:t xml:space="preserve"> </w:t>
                    </w:r>
                    <w:r>
                      <w:rPr>
                        <w:i/>
                        <w:iCs/>
                        <w:sz w:val="22"/>
                        <w:lang w:val="sl-SI"/>
                      </w:rPr>
                      <w:t>P. O. Box</w:t>
                    </w:r>
                    <w:r>
                      <w:rPr>
                        <w:i/>
                        <w:iCs/>
                        <w:sz w:val="22"/>
                        <w:lang w:val="sr-Cyrl-CS"/>
                      </w:rPr>
                      <w:t xml:space="preserve"> 91</w:t>
                    </w:r>
                  </w:p>
                  <w:p w:rsidR="005141AE" w:rsidRDefault="005141AE">
                    <w:pPr>
                      <w:rPr>
                        <w:i/>
                        <w:iCs/>
                        <w:sz w:val="22"/>
                        <w:lang w:val="sr-Cyrl-CS"/>
                      </w:rPr>
                    </w:pPr>
                    <w:r>
                      <w:rPr>
                        <w:i/>
                        <w:iCs/>
                        <w:sz w:val="22"/>
                        <w:lang w:val="sl-SI"/>
                      </w:rPr>
                      <w:t xml:space="preserve">Phone +381 </w:t>
                    </w:r>
                    <w:r>
                      <w:rPr>
                        <w:i/>
                        <w:iCs/>
                        <w:sz w:val="22"/>
                        <w:lang w:val="sr-Cyrl-CS"/>
                      </w:rPr>
                      <w:t xml:space="preserve">18 </w:t>
                    </w:r>
                    <w:r>
                      <w:rPr>
                        <w:i/>
                        <w:iCs/>
                        <w:sz w:val="22"/>
                      </w:rPr>
                      <w:t>514312</w:t>
                    </w:r>
                    <w:r>
                      <w:rPr>
                        <w:i/>
                        <w:iCs/>
                        <w:sz w:val="22"/>
                        <w:lang w:val="sr-Cyrl-CS"/>
                      </w:rPr>
                      <w:t xml:space="preserve"> </w:t>
                    </w:r>
                    <w:r>
                      <w:rPr>
                        <w:i/>
                        <w:iCs/>
                        <w:sz w:val="22"/>
                        <w:lang w:val="sl-SI"/>
                      </w:rPr>
                      <w:t xml:space="preserve">Dean+381 </w:t>
                    </w:r>
                    <w:r>
                      <w:rPr>
                        <w:i/>
                        <w:iCs/>
                        <w:sz w:val="22"/>
                        <w:lang w:val="sr-Cyrl-CS"/>
                      </w:rPr>
                      <w:t>18</w:t>
                    </w:r>
                    <w:r>
                      <w:rPr>
                        <w:i/>
                        <w:iCs/>
                        <w:sz w:val="22"/>
                        <w:lang w:val="sl-SI"/>
                      </w:rPr>
                      <w:t xml:space="preserve"> 514311</w:t>
                    </w:r>
                  </w:p>
                  <w:p w:rsidR="005141AE" w:rsidRDefault="005141AE">
                    <w:pPr>
                      <w:rPr>
                        <w:i/>
                        <w:iCs/>
                        <w:sz w:val="22"/>
                      </w:rPr>
                    </w:pPr>
                    <w:r>
                      <w:rPr>
                        <w:i/>
                        <w:iCs/>
                        <w:sz w:val="22"/>
                        <w:lang w:val="sl-SI"/>
                      </w:rPr>
                      <w:t>Fax</w:t>
                    </w:r>
                    <w:r>
                      <w:rPr>
                        <w:i/>
                        <w:iCs/>
                        <w:sz w:val="22"/>
                        <w:lang w:val="sr-Cyrl-CS"/>
                      </w:rPr>
                      <w:t xml:space="preserve"> </w:t>
                    </w:r>
                    <w:r>
                      <w:rPr>
                        <w:i/>
                        <w:iCs/>
                        <w:sz w:val="22"/>
                        <w:lang w:val="sl-SI"/>
                      </w:rPr>
                      <w:t xml:space="preserve">+381 </w:t>
                    </w:r>
                    <w:r>
                      <w:rPr>
                        <w:i/>
                        <w:iCs/>
                        <w:sz w:val="22"/>
                        <w:lang w:val="sr-Cyrl-CS"/>
                      </w:rPr>
                      <w:t>18 514310</w:t>
                    </w:r>
                  </w:p>
                  <w:p w:rsidR="005141AE" w:rsidRPr="00FE58A9" w:rsidRDefault="005141AE">
                    <w:pPr>
                      <w:rPr>
                        <w:sz w:val="26"/>
                        <w:lang w:val="it-IT"/>
                      </w:rPr>
                    </w:pPr>
                    <w:r>
                      <w:rPr>
                        <w:i/>
                        <w:iCs/>
                        <w:sz w:val="22"/>
                        <w:lang w:val="sl-SI"/>
                      </w:rPr>
                      <w:t>e-mail</w:t>
                    </w:r>
                    <w:r w:rsidR="00BE6255">
                      <w:rPr>
                        <w:i/>
                        <w:iCs/>
                        <w:sz w:val="22"/>
                      </w:rPr>
                      <w:t>:</w:t>
                    </w:r>
                    <w:r>
                      <w:rPr>
                        <w:i/>
                        <w:iCs/>
                        <w:sz w:val="22"/>
                        <w:lang w:val="sl-SI"/>
                      </w:rPr>
                      <w:t xml:space="preserve"> info</w:t>
                    </w:r>
                    <w:r w:rsidR="004D6873" w:rsidRPr="00FE58A9">
                      <w:rPr>
                        <w:i/>
                        <w:iCs/>
                        <w:sz w:val="22"/>
                        <w:lang w:val="it-IT"/>
                      </w:rPr>
                      <w:t>@filfak.ni.ac.rs</w:t>
                    </w:r>
                  </w:p>
                </w:txbxContent>
              </v:textbox>
              <w10:wrap type="tight"/>
            </v:shape>
          </w:pict>
        </mc:Fallback>
      </mc:AlternateContent>
    </w:r>
    <w:r w:rsidR="000B420B">
      <w:rPr>
        <w:noProof/>
        <w:sz w:val="20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3002915</wp:posOffset>
          </wp:positionH>
          <wp:positionV relativeFrom="paragraph">
            <wp:posOffset>79375</wp:posOffset>
          </wp:positionV>
          <wp:extent cx="1072515" cy="1075055"/>
          <wp:effectExtent l="19050" t="0" r="0" b="0"/>
          <wp:wrapSquare wrapText="bothSides"/>
          <wp:docPr id="2" name="Picture 2" descr="znak ff cr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nak ff crn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2515" cy="10750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5141AE" w:rsidRDefault="005141AE">
    <w:pPr>
      <w:pStyle w:val="Header"/>
    </w:pPr>
  </w:p>
  <w:p w:rsidR="005141AE" w:rsidRDefault="005141AE">
    <w:pPr>
      <w:pStyle w:val="Header"/>
    </w:pPr>
  </w:p>
  <w:p w:rsidR="005141AE" w:rsidRDefault="005141AE">
    <w:pPr>
      <w:pStyle w:val="Header"/>
    </w:pPr>
  </w:p>
  <w:p w:rsidR="005141AE" w:rsidRDefault="005141AE">
    <w:pPr>
      <w:pStyle w:val="Header"/>
    </w:pPr>
  </w:p>
  <w:p w:rsidR="005141AE" w:rsidRDefault="005141AE">
    <w:pPr>
      <w:pStyle w:val="Header"/>
    </w:pPr>
  </w:p>
  <w:p w:rsidR="005141AE" w:rsidRDefault="005141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2C529B"/>
    <w:multiLevelType w:val="hybridMultilevel"/>
    <w:tmpl w:val="ADC019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00256"/>
    <w:multiLevelType w:val="hybridMultilevel"/>
    <w:tmpl w:val="1AA69B3C"/>
    <w:lvl w:ilvl="0" w:tplc="94B0B05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4C431D"/>
    <w:multiLevelType w:val="hybridMultilevel"/>
    <w:tmpl w:val="EB885096"/>
    <w:lvl w:ilvl="0" w:tplc="0409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306001F3"/>
    <w:multiLevelType w:val="hybridMultilevel"/>
    <w:tmpl w:val="02245FB4"/>
    <w:lvl w:ilvl="0" w:tplc="7FF457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6B57CFB"/>
    <w:multiLevelType w:val="hybridMultilevel"/>
    <w:tmpl w:val="38C2B506"/>
    <w:lvl w:ilvl="0" w:tplc="7F5A1B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975EBE"/>
    <w:multiLevelType w:val="multilevel"/>
    <w:tmpl w:val="C3A41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FF9746D"/>
    <w:multiLevelType w:val="hybridMultilevel"/>
    <w:tmpl w:val="8A320BB2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0E075C0"/>
    <w:multiLevelType w:val="hybridMultilevel"/>
    <w:tmpl w:val="399A10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D952DF1"/>
    <w:multiLevelType w:val="multilevel"/>
    <w:tmpl w:val="893E9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E8522D4"/>
    <w:multiLevelType w:val="multilevel"/>
    <w:tmpl w:val="A9B8A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6EC01506"/>
    <w:multiLevelType w:val="hybridMultilevel"/>
    <w:tmpl w:val="87369580"/>
    <w:lvl w:ilvl="0" w:tplc="6D18BE8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77FE1F2E"/>
    <w:multiLevelType w:val="hybridMultilevel"/>
    <w:tmpl w:val="07861EFC"/>
    <w:lvl w:ilvl="0" w:tplc="6BFE5F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192583"/>
    <w:multiLevelType w:val="hybridMultilevel"/>
    <w:tmpl w:val="8D3EFA18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D847DFF"/>
    <w:multiLevelType w:val="hybridMultilevel"/>
    <w:tmpl w:val="A0100BBC"/>
    <w:lvl w:ilvl="0" w:tplc="5A3E87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5"/>
  </w:num>
  <w:num w:numId="6">
    <w:abstractNumId w:val="9"/>
  </w:num>
  <w:num w:numId="7">
    <w:abstractNumId w:val="8"/>
  </w:num>
  <w:num w:numId="8">
    <w:abstractNumId w:val="1"/>
  </w:num>
  <w:num w:numId="9">
    <w:abstractNumId w:val="13"/>
  </w:num>
  <w:num w:numId="10">
    <w:abstractNumId w:val="0"/>
  </w:num>
  <w:num w:numId="11">
    <w:abstractNumId w:val="12"/>
  </w:num>
  <w:num w:numId="12">
    <w:abstractNumId w:val="3"/>
  </w:num>
  <w:num w:numId="13">
    <w:abstractNumId w:val="1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873"/>
    <w:rsid w:val="00003FE5"/>
    <w:rsid w:val="00007F2D"/>
    <w:rsid w:val="000110A7"/>
    <w:rsid w:val="00011F3D"/>
    <w:rsid w:val="00015E15"/>
    <w:rsid w:val="00032E4B"/>
    <w:rsid w:val="000526C9"/>
    <w:rsid w:val="00063A78"/>
    <w:rsid w:val="000808D2"/>
    <w:rsid w:val="000A01E9"/>
    <w:rsid w:val="000B420B"/>
    <w:rsid w:val="000E272C"/>
    <w:rsid w:val="000F73D6"/>
    <w:rsid w:val="00104318"/>
    <w:rsid w:val="00110968"/>
    <w:rsid w:val="0012143B"/>
    <w:rsid w:val="001322C8"/>
    <w:rsid w:val="00144420"/>
    <w:rsid w:val="00163EED"/>
    <w:rsid w:val="00191B8C"/>
    <w:rsid w:val="001968FD"/>
    <w:rsid w:val="001B060E"/>
    <w:rsid w:val="001C6FE4"/>
    <w:rsid w:val="001D505E"/>
    <w:rsid w:val="001E30ED"/>
    <w:rsid w:val="001E64AA"/>
    <w:rsid w:val="002462D7"/>
    <w:rsid w:val="00264271"/>
    <w:rsid w:val="0026521E"/>
    <w:rsid w:val="00267E0B"/>
    <w:rsid w:val="00276CFC"/>
    <w:rsid w:val="002C0E94"/>
    <w:rsid w:val="002F67A9"/>
    <w:rsid w:val="00324AAE"/>
    <w:rsid w:val="0033569E"/>
    <w:rsid w:val="00340ABA"/>
    <w:rsid w:val="00341AF6"/>
    <w:rsid w:val="003705CF"/>
    <w:rsid w:val="00374DE6"/>
    <w:rsid w:val="00392FAE"/>
    <w:rsid w:val="00393AF3"/>
    <w:rsid w:val="003D61E2"/>
    <w:rsid w:val="003E7E67"/>
    <w:rsid w:val="00423E4D"/>
    <w:rsid w:val="0043614E"/>
    <w:rsid w:val="00441DC8"/>
    <w:rsid w:val="00450C24"/>
    <w:rsid w:val="004D6873"/>
    <w:rsid w:val="004F4FF1"/>
    <w:rsid w:val="00502146"/>
    <w:rsid w:val="005141AE"/>
    <w:rsid w:val="00526BC5"/>
    <w:rsid w:val="0054098A"/>
    <w:rsid w:val="005509F9"/>
    <w:rsid w:val="0055336F"/>
    <w:rsid w:val="00555B5C"/>
    <w:rsid w:val="005629B4"/>
    <w:rsid w:val="00570A19"/>
    <w:rsid w:val="005821B8"/>
    <w:rsid w:val="00592EB2"/>
    <w:rsid w:val="00594711"/>
    <w:rsid w:val="005A5186"/>
    <w:rsid w:val="006241D5"/>
    <w:rsid w:val="006245A5"/>
    <w:rsid w:val="00631E50"/>
    <w:rsid w:val="006436D3"/>
    <w:rsid w:val="006557B5"/>
    <w:rsid w:val="006668A2"/>
    <w:rsid w:val="006A0CB1"/>
    <w:rsid w:val="006A395F"/>
    <w:rsid w:val="00715403"/>
    <w:rsid w:val="007215ED"/>
    <w:rsid w:val="00764706"/>
    <w:rsid w:val="007715DC"/>
    <w:rsid w:val="00791DCA"/>
    <w:rsid w:val="007970BD"/>
    <w:rsid w:val="007B1FAE"/>
    <w:rsid w:val="007C2652"/>
    <w:rsid w:val="007E06AE"/>
    <w:rsid w:val="007E4701"/>
    <w:rsid w:val="008045F7"/>
    <w:rsid w:val="008166BC"/>
    <w:rsid w:val="008234F4"/>
    <w:rsid w:val="00835058"/>
    <w:rsid w:val="00852F93"/>
    <w:rsid w:val="00854DE0"/>
    <w:rsid w:val="00871F20"/>
    <w:rsid w:val="008779F6"/>
    <w:rsid w:val="00892EC4"/>
    <w:rsid w:val="0089314A"/>
    <w:rsid w:val="0089407D"/>
    <w:rsid w:val="008C4D62"/>
    <w:rsid w:val="008F25A5"/>
    <w:rsid w:val="008F67DE"/>
    <w:rsid w:val="009050FD"/>
    <w:rsid w:val="00917E4F"/>
    <w:rsid w:val="00924392"/>
    <w:rsid w:val="00933EB7"/>
    <w:rsid w:val="00943C68"/>
    <w:rsid w:val="00951E20"/>
    <w:rsid w:val="00972039"/>
    <w:rsid w:val="00986F0D"/>
    <w:rsid w:val="00987EBC"/>
    <w:rsid w:val="009B5370"/>
    <w:rsid w:val="009C12F5"/>
    <w:rsid w:val="009C4B9A"/>
    <w:rsid w:val="00A01583"/>
    <w:rsid w:val="00A25E0F"/>
    <w:rsid w:val="00A361ED"/>
    <w:rsid w:val="00A7051B"/>
    <w:rsid w:val="00A76D3D"/>
    <w:rsid w:val="00A924B0"/>
    <w:rsid w:val="00AC0FD9"/>
    <w:rsid w:val="00AD2C57"/>
    <w:rsid w:val="00AE2CE8"/>
    <w:rsid w:val="00B00A30"/>
    <w:rsid w:val="00B14668"/>
    <w:rsid w:val="00B317D4"/>
    <w:rsid w:val="00B37C93"/>
    <w:rsid w:val="00B56903"/>
    <w:rsid w:val="00B67F0F"/>
    <w:rsid w:val="00B71102"/>
    <w:rsid w:val="00B8587D"/>
    <w:rsid w:val="00B92FA2"/>
    <w:rsid w:val="00BC4C05"/>
    <w:rsid w:val="00BE6255"/>
    <w:rsid w:val="00C07624"/>
    <w:rsid w:val="00C11453"/>
    <w:rsid w:val="00C27385"/>
    <w:rsid w:val="00C870FD"/>
    <w:rsid w:val="00CA491A"/>
    <w:rsid w:val="00CC0EC1"/>
    <w:rsid w:val="00CC32CE"/>
    <w:rsid w:val="00CD6103"/>
    <w:rsid w:val="00CE1B54"/>
    <w:rsid w:val="00CE43D9"/>
    <w:rsid w:val="00CE7EC3"/>
    <w:rsid w:val="00CF40DD"/>
    <w:rsid w:val="00D01529"/>
    <w:rsid w:val="00D274DC"/>
    <w:rsid w:val="00D827AE"/>
    <w:rsid w:val="00D943AD"/>
    <w:rsid w:val="00DA09BF"/>
    <w:rsid w:val="00DB2EB8"/>
    <w:rsid w:val="00DC6A8C"/>
    <w:rsid w:val="00DD7DB2"/>
    <w:rsid w:val="00DE0EF5"/>
    <w:rsid w:val="00DE20B3"/>
    <w:rsid w:val="00E01883"/>
    <w:rsid w:val="00E04909"/>
    <w:rsid w:val="00E04C13"/>
    <w:rsid w:val="00E22887"/>
    <w:rsid w:val="00E27342"/>
    <w:rsid w:val="00E42654"/>
    <w:rsid w:val="00E84E97"/>
    <w:rsid w:val="00EA42CF"/>
    <w:rsid w:val="00EB48AD"/>
    <w:rsid w:val="00EC717D"/>
    <w:rsid w:val="00EC7870"/>
    <w:rsid w:val="00EE1ACA"/>
    <w:rsid w:val="00EF47CF"/>
    <w:rsid w:val="00F17601"/>
    <w:rsid w:val="00F23661"/>
    <w:rsid w:val="00F5792C"/>
    <w:rsid w:val="00F6017B"/>
    <w:rsid w:val="00F6794A"/>
    <w:rsid w:val="00F70973"/>
    <w:rsid w:val="00F82896"/>
    <w:rsid w:val="00FA4C62"/>
    <w:rsid w:val="00FC6554"/>
    <w:rsid w:val="00FE5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198147E-C8EF-493D-8CA8-D030C9488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94711"/>
    <w:rPr>
      <w:sz w:val="24"/>
      <w:szCs w:val="24"/>
    </w:rPr>
  </w:style>
  <w:style w:type="paragraph" w:styleId="Heading4">
    <w:name w:val="heading 4"/>
    <w:basedOn w:val="Normal"/>
    <w:link w:val="Heading4Char"/>
    <w:uiPriority w:val="9"/>
    <w:qFormat/>
    <w:rsid w:val="00B37C93"/>
    <w:pPr>
      <w:spacing w:before="100" w:beforeAutospacing="1" w:after="100" w:afterAutospacing="1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40ABA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340ABA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0F73D6"/>
    <w:rPr>
      <w:rFonts w:ascii="Tahoma" w:hAnsi="Tahoma" w:cs="Tahoma"/>
      <w:sz w:val="16"/>
      <w:szCs w:val="16"/>
    </w:rPr>
  </w:style>
  <w:style w:type="paragraph" w:customStyle="1" w:styleId="Normal1">
    <w:name w:val="Normal1"/>
    <w:basedOn w:val="Normal"/>
    <w:rsid w:val="001D505E"/>
    <w:pPr>
      <w:tabs>
        <w:tab w:val="left" w:pos="1134"/>
      </w:tabs>
      <w:overflowPunct w:val="0"/>
      <w:autoSpaceDE w:val="0"/>
      <w:autoSpaceDN w:val="0"/>
      <w:adjustRightInd w:val="0"/>
      <w:jc w:val="both"/>
    </w:pPr>
    <w:rPr>
      <w:rFonts w:ascii="CTimesRoman" w:hAnsi="CTimesRoman"/>
      <w:szCs w:val="20"/>
    </w:rPr>
  </w:style>
  <w:style w:type="character" w:customStyle="1" w:styleId="sublevel">
    <w:name w:val="sublevel"/>
    <w:basedOn w:val="DefaultParagraphFont"/>
    <w:rsid w:val="001D505E"/>
  </w:style>
  <w:style w:type="paragraph" w:customStyle="1" w:styleId="rimski">
    <w:name w:val="rimski"/>
    <w:basedOn w:val="Normal"/>
    <w:next w:val="Normal"/>
    <w:rsid w:val="001968FD"/>
    <w:pPr>
      <w:tabs>
        <w:tab w:val="left" w:pos="1134"/>
      </w:tabs>
      <w:overflowPunct w:val="0"/>
      <w:autoSpaceDE w:val="0"/>
      <w:autoSpaceDN w:val="0"/>
      <w:adjustRightInd w:val="0"/>
      <w:jc w:val="center"/>
      <w:textAlignment w:val="baseline"/>
    </w:pPr>
    <w:rPr>
      <w:rFonts w:ascii="Century-Schoolbook-Roman" w:hAnsi="Century-Schoolbook-Roman"/>
      <w:szCs w:val="20"/>
    </w:rPr>
  </w:style>
  <w:style w:type="paragraph" w:customStyle="1" w:styleId="Normal2">
    <w:name w:val="Normal2"/>
    <w:basedOn w:val="Normal"/>
    <w:rsid w:val="00592EB2"/>
    <w:pPr>
      <w:tabs>
        <w:tab w:val="left" w:pos="1134"/>
      </w:tabs>
      <w:overflowPunct w:val="0"/>
      <w:autoSpaceDE w:val="0"/>
      <w:autoSpaceDN w:val="0"/>
      <w:adjustRightInd w:val="0"/>
      <w:ind w:left="1134" w:hanging="283"/>
      <w:jc w:val="both"/>
    </w:pPr>
    <w:rPr>
      <w:rFonts w:ascii="CTimesRoman" w:hAnsi="CTimesRoman"/>
      <w:noProof/>
      <w:szCs w:val="20"/>
    </w:rPr>
  </w:style>
  <w:style w:type="character" w:styleId="Strong">
    <w:name w:val="Strong"/>
    <w:basedOn w:val="DefaultParagraphFont"/>
    <w:uiPriority w:val="22"/>
    <w:qFormat/>
    <w:rsid w:val="006557B5"/>
    <w:rPr>
      <w:b/>
      <w:bCs/>
    </w:rPr>
  </w:style>
  <w:style w:type="character" w:styleId="Emphasis">
    <w:name w:val="Emphasis"/>
    <w:basedOn w:val="DefaultParagraphFont"/>
    <w:uiPriority w:val="20"/>
    <w:qFormat/>
    <w:rsid w:val="006557B5"/>
    <w:rPr>
      <w:i/>
      <w:iCs/>
    </w:rPr>
  </w:style>
  <w:style w:type="character" w:styleId="Hyperlink">
    <w:name w:val="Hyperlink"/>
    <w:basedOn w:val="DefaultParagraphFont"/>
    <w:uiPriority w:val="99"/>
    <w:unhideWhenUsed/>
    <w:rsid w:val="006557B5"/>
    <w:rPr>
      <w:color w:val="0000FF"/>
      <w:u w:val="single"/>
    </w:rPr>
  </w:style>
  <w:style w:type="table" w:styleId="TableGrid">
    <w:name w:val="Table Grid"/>
    <w:basedOn w:val="TableNormal"/>
    <w:rsid w:val="00892E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uiPriority w:val="9"/>
    <w:rsid w:val="00B37C93"/>
    <w:rPr>
      <w:b/>
      <w:bCs/>
      <w:sz w:val="24"/>
      <w:szCs w:val="24"/>
    </w:rPr>
  </w:style>
  <w:style w:type="character" w:customStyle="1" w:styleId="fontbold">
    <w:name w:val="fontbold"/>
    <w:basedOn w:val="DefaultParagraphFont"/>
    <w:rsid w:val="00B37C93"/>
  </w:style>
  <w:style w:type="character" w:customStyle="1" w:styleId="fontlabel">
    <w:name w:val="fontlabel"/>
    <w:basedOn w:val="DefaultParagraphFont"/>
    <w:rsid w:val="00B37C93"/>
  </w:style>
  <w:style w:type="character" w:customStyle="1" w:styleId="apple-converted-space">
    <w:name w:val="apple-converted-space"/>
    <w:basedOn w:val="DefaultParagraphFont"/>
    <w:rsid w:val="00B37C93"/>
  </w:style>
  <w:style w:type="character" w:customStyle="1" w:styleId="font9">
    <w:name w:val="font9"/>
    <w:basedOn w:val="DefaultParagraphFont"/>
    <w:rsid w:val="00B37C93"/>
  </w:style>
  <w:style w:type="character" w:customStyle="1" w:styleId="fontnormal">
    <w:name w:val="fontnormal"/>
    <w:basedOn w:val="DefaultParagraphFont"/>
    <w:rsid w:val="00B37C93"/>
  </w:style>
  <w:style w:type="character" w:customStyle="1" w:styleId="font8">
    <w:name w:val="font8"/>
    <w:basedOn w:val="DefaultParagraphFont"/>
    <w:rsid w:val="00B37C93"/>
  </w:style>
  <w:style w:type="paragraph" w:styleId="ListParagraph">
    <w:name w:val="List Paragraph"/>
    <w:basedOn w:val="Normal"/>
    <w:uiPriority w:val="34"/>
    <w:qFormat/>
    <w:rsid w:val="007215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77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80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64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99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78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973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3406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0571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801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463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70074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5763581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5249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89102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60461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69114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8688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80731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83910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96514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23877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85382696">
                                                                                          <w:marLeft w:val="0"/>
                                                                                          <w:marRight w:val="109"/>
                                                                                          <w:marTop w:val="0"/>
                                                                                          <w:marBottom w:val="136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451958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142618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260925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2291835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4466306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4056792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3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3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63948393">
                                                                                                                      <w:marLeft w:val="204"/>
                                                                                                                      <w:marRight w:val="204"/>
                                                                                                                      <w:marTop w:val="68"/>
                                                                                                                      <w:marBottom w:val="68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0974858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3374311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7371008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7534557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16570953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44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1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9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7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7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53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57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7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66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26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7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1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06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56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7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1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48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30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4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3459">
      <w:bodyDiv w:val="1"/>
      <w:marLeft w:val="57"/>
      <w:marRight w:val="57"/>
      <w:marTop w:val="29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6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8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73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63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14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65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590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88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27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772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414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333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5345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55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292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097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058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424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931059">
          <w:marLeft w:val="0"/>
          <w:marRight w:val="0"/>
          <w:marTop w:val="0"/>
          <w:marBottom w:val="0"/>
          <w:divBdr>
            <w:top w:val="single" w:sz="4" w:space="0" w:color="D8D8D8"/>
            <w:left w:val="single" w:sz="4" w:space="0" w:color="D8D8D8"/>
            <w:bottom w:val="single" w:sz="4" w:space="0" w:color="D8D8D8"/>
            <w:right w:val="single" w:sz="4" w:space="0" w:color="D8D8D8"/>
          </w:divBdr>
          <w:divsChild>
            <w:div w:id="24754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04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6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106051">
          <w:marLeft w:val="0"/>
          <w:marRight w:val="0"/>
          <w:marTop w:val="0"/>
          <w:marBottom w:val="0"/>
          <w:divBdr>
            <w:top w:val="single" w:sz="4" w:space="0" w:color="D8D8D8"/>
            <w:left w:val="single" w:sz="4" w:space="0" w:color="D8D8D8"/>
            <w:bottom w:val="single" w:sz="4" w:space="0" w:color="D8D8D8"/>
            <w:right w:val="single" w:sz="4" w:space="0" w:color="D8D8D8"/>
          </w:divBdr>
          <w:divsChild>
            <w:div w:id="47900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82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56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24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48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6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31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02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7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12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34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Office%20docs%20(DARKO)\memoran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151F6C-9EED-451E-AB1A-C3DA584D7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memorand</Template>
  <TotalTime>1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УНИВЕРЗИТЕТ У НИШУ</vt:lpstr>
    </vt:vector>
  </TitlesOfParts>
  <Company>Filozofski fakultet</Company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НИШУ</dc:title>
  <dc:creator>DARKO</dc:creator>
  <cp:lastModifiedBy>Korisnik</cp:lastModifiedBy>
  <cp:revision>2</cp:revision>
  <cp:lastPrinted>2018-09-20T15:05:00Z</cp:lastPrinted>
  <dcterms:created xsi:type="dcterms:W3CDTF">2018-09-27T06:18:00Z</dcterms:created>
  <dcterms:modified xsi:type="dcterms:W3CDTF">2018-09-27T06:18:00Z</dcterms:modified>
</cp:coreProperties>
</file>